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44242F" w:rsidP="0044242F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Wyoming - </w:t>
            </w:r>
            <w:r w:rsidR="00F87627">
              <w:rPr>
                <w:rFonts w:asciiTheme="majorHAnsi" w:hAnsiTheme="majorHAnsi" w:cs="Times New Roman"/>
                <w:sz w:val="20"/>
              </w:rPr>
              <w:t>Westside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F8762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F8762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34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F87627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F8762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34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F87627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89.5%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61.8%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79.4%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70.6%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76.5%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396" w:type="pct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528" w:type="pct"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96" w:type="pct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CE3AB1" w:rsidRPr="006E7165" w:rsidRDefault="00F8762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F8762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8.8%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F87627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91.2%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67.6%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48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62.1%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69.0%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86.2%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62.1%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13.8%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31.0%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13.8%</w:t>
            </w:r>
          </w:p>
        </w:tc>
        <w:tc>
          <w:tcPr>
            <w:tcW w:w="369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28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28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528" w:type="pct"/>
            <w:vAlign w:val="center"/>
          </w:tcPr>
          <w:p w:rsidR="000B6386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62.1%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52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73.5%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709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61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74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0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66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4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593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93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2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93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42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93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61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1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66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26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78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93" w:type="pct"/>
            <w:vAlign w:val="center"/>
          </w:tcPr>
          <w:p w:rsidR="00214B57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6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1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6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426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78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593" w:type="pct"/>
            <w:vAlign w:val="center"/>
          </w:tcPr>
          <w:p w:rsidR="00EF19D8" w:rsidRPr="00B37E4B" w:rsidRDefault="00F8762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44242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9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</w:tcPr>
          <w:p w:rsidR="00C549CB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652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9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77" w:type="pct"/>
          </w:tcPr>
          <w:p w:rsidR="00F0440E" w:rsidRPr="00B37E4B" w:rsidRDefault="00F8762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F87627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8.8%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F8762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1143" w:type="dxa"/>
            <w:noWrap/>
          </w:tcPr>
          <w:p w:rsidR="00B37E4B" w:rsidRPr="00B37E4B" w:rsidRDefault="00F8762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1063" w:type="dxa"/>
            <w:noWrap/>
          </w:tcPr>
          <w:p w:rsidR="00B37E4B" w:rsidRPr="00B37E4B" w:rsidRDefault="00F8762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983" w:type="dxa"/>
            <w:noWrap/>
          </w:tcPr>
          <w:p w:rsidR="00B37E4B" w:rsidRPr="00B37E4B" w:rsidRDefault="00F8762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1258" w:type="dxa"/>
          </w:tcPr>
          <w:p w:rsidR="00B37E4B" w:rsidRPr="00B37E4B" w:rsidRDefault="00F8762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44242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0A1B3F" w:rsidRPr="00B37E4B" w:rsidRDefault="000A1B3F" w:rsidP="0044242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8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544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07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F876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</w:tcPr>
          <w:p w:rsidR="006C05CF" w:rsidRPr="006E7165" w:rsidRDefault="00F876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F876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6C05CF" w:rsidRPr="006E7165" w:rsidRDefault="00F876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544" w:type="pct"/>
          </w:tcPr>
          <w:p w:rsidR="006C05CF" w:rsidRPr="006E7165" w:rsidRDefault="00F876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607" w:type="pct"/>
          </w:tcPr>
          <w:p w:rsidR="006C05CF" w:rsidRPr="006E7165" w:rsidRDefault="00F8762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7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544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07" w:type="pct"/>
          </w:tcPr>
          <w:p w:rsidR="00C549CB" w:rsidRPr="006E7165" w:rsidRDefault="00F8762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55.9%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575" w:type="pct"/>
            <w:vAlign w:val="center"/>
          </w:tcPr>
          <w:p w:rsidR="006C05CF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Start w:id="502" w:name="_GoBack"/>
            <w:bookmarkEnd w:id="501"/>
            <w:bookmarkEnd w:id="502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528" w:type="pct"/>
            <w:vAlign w:val="center"/>
          </w:tcPr>
          <w:p w:rsidR="00E92B3E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E92B3E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28" w:type="pct"/>
            <w:vAlign w:val="center"/>
          </w:tcPr>
          <w:p w:rsidR="00AE4F40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AE4F40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528" w:type="pct"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28" w:type="pct"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528" w:type="pct"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C549CB" w:rsidRPr="006E7165" w:rsidRDefault="00F8762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876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876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876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876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C549CB" w:rsidRPr="006E7165" w:rsidRDefault="00F8762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4F7" w:rsidRDefault="00BF34F7" w:rsidP="0035328A">
      <w:pPr>
        <w:spacing w:after="0" w:line="240" w:lineRule="auto"/>
      </w:pPr>
      <w:r>
        <w:separator/>
      </w:r>
    </w:p>
  </w:endnote>
  <w:endnote w:type="continuationSeparator" w:id="0">
    <w:p w:rsidR="00BF34F7" w:rsidRDefault="00BF34F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B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4F7" w:rsidRDefault="00BF34F7" w:rsidP="0035328A">
      <w:pPr>
        <w:spacing w:after="0" w:line="240" w:lineRule="auto"/>
      </w:pPr>
      <w:r>
        <w:separator/>
      </w:r>
    </w:p>
  </w:footnote>
  <w:footnote w:type="continuationSeparator" w:id="0">
    <w:p w:rsidR="00BF34F7" w:rsidRDefault="00BF34F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27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1B3F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242F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BF34F7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51E1F"/>
    <w:rsid w:val="00F60F07"/>
    <w:rsid w:val="00F67D3E"/>
    <w:rsid w:val="00F800F2"/>
    <w:rsid w:val="00F8160A"/>
    <w:rsid w:val="00F82F1B"/>
    <w:rsid w:val="00F87627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ECE950"/>
  <w15:chartTrackingRefBased/>
  <w15:docId w15:val="{A1662F4C-21FF-4DF0-8CB2-85BECC45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2262-39D5-4531-8510-1BE083AFF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1649</Words>
  <Characters>9917</Characters>
  <Application>Microsoft Office Word</Application>
  <DocSecurity>0</DocSecurity>
  <Lines>521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2018-11-01T08:44:00Z</dcterms:created>
  <dcterms:modified xsi:type="dcterms:W3CDTF">2018-11-01T08:44:00Z</dcterms:modified>
</cp:coreProperties>
</file>